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61"/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3905"/>
        <w:gridCol w:w="495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Work Product(s) under Review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Product / System name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pStyle w:val="Heading1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Product/Name ID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Configuration ID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Product type</w:t>
            </w:r>
          </w:p>
        </w:tc>
        <w:tc>
          <w:tcPr>
            <w:tcW w:w="4951" w:type="dxa"/>
          </w:tcPr>
          <w:p w:rsidR="00000000" w:rsidRDefault="001E291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Audit</w:t>
            </w:r>
            <w:r w:rsidR="002A63B2">
              <w:rPr>
                <w:rFonts w:ascii="Arial" w:hAnsi="Arial" w:cs="Arial"/>
                <w:b/>
                <w:bCs/>
              </w:rPr>
              <w:fldChar w:fldCharType="begin">
                <w:ffData>
                  <w:name w:val="Dropdown1"/>
                  <w:enabled/>
                  <w:calcOnExit w:val="0"/>
                  <w:statusText w:type="text" w:val="this is help text"/>
                  <w:ddList>
                    <w:listEntry w:val="Plan for Software Aspects of Certification"/>
                    <w:listEntry w:val="Software Development Plan"/>
                    <w:listEntry w:val="Software Verification Plan"/>
                    <w:listEntry w:val="Configuration Management Plan"/>
                    <w:listEntry w:val="Quality Assurance Plan"/>
                    <w:listEntry w:val="Requirements Standard"/>
                    <w:listEntry w:val="Architecture Standard"/>
                    <w:listEntry w:val="Design Standard"/>
                    <w:listEntry w:val="Modeling Standard"/>
                    <w:listEntry w:val="Source Code Standard"/>
                    <w:listEntry w:val="Requirements Data"/>
                    <w:listEntry w:val="Architecture Data"/>
                    <w:listEntry w:val="Design Description"/>
                    <w:listEntry w:val="Source Code"/>
                    <w:listEntry w:val="Executable Object Code"/>
                    <w:listEntry w:val="Verification Cases and Procedures"/>
                    <w:listEntry w:val="Verification Results"/>
                    <w:listEntry w:val="Configuration Index"/>
                    <w:listEntry w:val="Change Request"/>
                    <w:listEntry w:val="Problem Report"/>
                    <w:listEntry w:val="Configuration Management Record"/>
                    <w:listEntry w:val="Quality Assurance Record"/>
                    <w:listEntry w:val="Process Definition"/>
                    <w:listEntry w:val="Accomplishments Summary"/>
                    <w:listEntry w:val="Traceability Record"/>
                  </w:ddList>
                </w:ffData>
              </w:fldChar>
            </w:r>
            <w:bookmarkStart w:id="0" w:name="Dropdown1"/>
            <w:r w:rsidR="002A63B2">
              <w:rPr>
                <w:rFonts w:ascii="Arial" w:hAnsi="Arial" w:cs="Arial"/>
                <w:b/>
                <w:bCs/>
              </w:rPr>
              <w:instrText xml:space="preserve"> FORMDROPDOWN </w:instrText>
            </w:r>
            <w:r w:rsidR="002A63B2">
              <w:rPr>
                <w:rFonts w:ascii="Arial" w:hAnsi="Arial" w:cs="Arial"/>
                <w:b/>
                <w:bCs/>
              </w:rPr>
            </w:r>
            <w:r w:rsidR="002A63B2">
              <w:rPr>
                <w:rFonts w:ascii="Arial" w:hAnsi="Arial" w:cs="Arial"/>
                <w:b/>
                <w:bCs/>
              </w:rPr>
              <w:fldChar w:fldCharType="end"/>
            </w:r>
            <w:bookmarkEnd w:id="0"/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Product(s) Owner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 w:val="restart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Reviewer(s)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3905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Review date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 w:val="restart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Standard(s) applied</w:t>
            </w: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905" w:type="dxa"/>
            <w:vMerge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5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000000" w:rsidRDefault="002A63B2">
      <w:pPr>
        <w:pStyle w:val="Heading1"/>
        <w:jc w:val="center"/>
        <w:rPr>
          <w:rFonts w:ascii="Arial Black" w:hAnsi="Arial Black" w:cs="Arial"/>
          <w:b/>
          <w:bCs/>
          <w:sz w:val="48"/>
        </w:rPr>
      </w:pPr>
      <w:r>
        <w:rPr>
          <w:rFonts w:ascii="Arial Black" w:hAnsi="Arial Black" w:cs="Arial"/>
          <w:b/>
          <w:bCs/>
          <w:sz w:val="48"/>
        </w:rPr>
        <w:t>Review Form</w:t>
      </w:r>
      <w:r>
        <w:rPr>
          <w:rFonts w:ascii="Arial Black" w:hAnsi="Arial Black" w:cs="Arial"/>
          <w:b/>
          <w:bCs/>
          <w:sz w:val="4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"/>
        <w:gridCol w:w="1337"/>
        <w:gridCol w:w="3732"/>
        <w:gridCol w:w="3141"/>
      </w:tblGrid>
      <w:tr w:rsidR="00000000" w:rsidTr="00762F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46" w:type="dxa"/>
          </w:tcPr>
          <w:p w:rsidR="00000000" w:rsidRDefault="002A63B2">
            <w:pPr>
              <w:rPr>
                <w:rFonts w:ascii="Arial" w:hAnsi="Arial" w:cs="Arial"/>
              </w:rPr>
            </w:pPr>
          </w:p>
        </w:tc>
        <w:tc>
          <w:tcPr>
            <w:tcW w:w="1337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Approved</w:t>
            </w:r>
          </w:p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Y/N</w:t>
            </w:r>
          </w:p>
        </w:tc>
        <w:tc>
          <w:tcPr>
            <w:tcW w:w="3732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Item</w:t>
            </w:r>
          </w:p>
        </w:tc>
        <w:tc>
          <w:tcPr>
            <w:tcW w:w="3141" w:type="dxa"/>
          </w:tcPr>
          <w:p w:rsidR="00000000" w:rsidRDefault="002A63B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Required actions / Comments</w:t>
            </w:r>
          </w:p>
        </w:tc>
      </w:tr>
      <w:tr w:rsidR="00000000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000000" w:rsidRDefault="002A63B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1337" w:type="dxa"/>
          </w:tcPr>
          <w:p w:rsidR="00000000" w:rsidRDefault="002A63B2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000000" w:rsidRPr="00762FA6" w:rsidRDefault="00762FA6">
            <w:pPr>
              <w:rPr>
                <w:rFonts w:ascii="Arial" w:hAnsi="Arial" w:cs="Arial"/>
                <w:b/>
              </w:rPr>
            </w:pPr>
            <w:r w:rsidRPr="00762FA6">
              <w:rPr>
                <w:rFonts w:ascii="Arial" w:hAnsi="Arial" w:cs="Arial"/>
                <w:b/>
              </w:rPr>
              <w:t>Incoming Transition Criteria</w:t>
            </w:r>
          </w:p>
        </w:tc>
        <w:tc>
          <w:tcPr>
            <w:tcW w:w="3141" w:type="dxa"/>
          </w:tcPr>
          <w:p w:rsidR="00000000" w:rsidRDefault="002A63B2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Pre: Is the use case defined?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Pre: Does use case trace to set of requirements? 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Pre: Does use case have 3+ scenarios?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Pre: Does use case have a normative state machine?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Pr="00762FA6" w:rsidRDefault="00762FA6">
            <w:pPr>
              <w:rPr>
                <w:rFonts w:ascii="Arial" w:hAnsi="Arial" w:cs="Arial"/>
                <w:b/>
              </w:rPr>
            </w:pPr>
            <w:r w:rsidRPr="00762FA6">
              <w:rPr>
                <w:rFonts w:ascii="Arial" w:hAnsi="Arial" w:cs="Arial"/>
                <w:b/>
              </w:rPr>
              <w:t>Task: Identify Classes &amp; Objects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there at least one class diagram with classes and/or objects?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Does the class diagram identify its mission statement?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all classes have at least one relation to another? 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762FA6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762FA6" w:rsidRDefault="00762F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all data elements private or protected? </w:t>
            </w:r>
          </w:p>
        </w:tc>
        <w:tc>
          <w:tcPr>
            <w:tcW w:w="3141" w:type="dxa"/>
          </w:tcPr>
          <w:p w:rsidR="00762FA6" w:rsidRDefault="00762FA6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440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preconditions and assumptions identified for all classes, functions, and methods?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440E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Does every class, function, method, and data structure have a description of the specified format?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762FA6" w:rsidRDefault="001E2914" w:rsidP="0052313A">
            <w:pPr>
              <w:rPr>
                <w:rFonts w:ascii="Arial" w:hAnsi="Arial" w:cs="Arial"/>
                <w:b/>
              </w:rPr>
            </w:pPr>
            <w:r w:rsidRPr="00762FA6">
              <w:rPr>
                <w:rFonts w:ascii="Arial" w:hAnsi="Arial" w:cs="Arial"/>
                <w:b/>
              </w:rPr>
              <w:t xml:space="preserve">Develop </w:t>
            </w:r>
            <w:r>
              <w:rPr>
                <w:rFonts w:ascii="Arial" w:hAnsi="Arial" w:cs="Arial"/>
                <w:b/>
              </w:rPr>
              <w:t xml:space="preserve">Unit </w:t>
            </w:r>
            <w:r w:rsidRPr="00762FA6">
              <w:rPr>
                <w:rFonts w:ascii="Arial" w:hAnsi="Arial" w:cs="Arial"/>
                <w:b/>
              </w:rPr>
              <w:t>Test Plan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there a unit test plan?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every identified class or object a subject of a set of test cases?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every requirement represented by at least one test case? 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Are all control paths tested?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all data elements used in at least one test?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all relations subject to at least one test?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there boundary value tests?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Are violations to preconditions and assumptions tested?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 all state machines, is every transition visited in at least one test?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1E2914" w:rsidRDefault="001E2914" w:rsidP="0052313A">
            <w:pPr>
              <w:rPr>
                <w:rFonts w:ascii="Arial" w:hAnsi="Arial" w:cs="Arial"/>
                <w:b/>
              </w:rPr>
            </w:pPr>
            <w:r w:rsidRPr="001E2914">
              <w:rPr>
                <w:rFonts w:ascii="Arial" w:hAnsi="Arial" w:cs="Arial"/>
                <w:b/>
              </w:rPr>
              <w:t>Translate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 w:rsidP="0052313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 there source code for each class, function, and data structure?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1E2914" w:rsidRDefault="001E2914">
            <w:pPr>
              <w:rPr>
                <w:rFonts w:ascii="Arial" w:hAnsi="Arial" w:cs="Arial"/>
                <w:b/>
              </w:rPr>
            </w:pPr>
            <w:r w:rsidRPr="001E2914">
              <w:rPr>
                <w:rFonts w:ascii="Arial" w:hAnsi="Arial" w:cs="Arial"/>
                <w:b/>
              </w:rPr>
              <w:t>Validate the Collaboration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all defined test cases been executed?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Have test records from previous tests runs been stored?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defects identified in previous tests been repaired?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1E2914" w:rsidRDefault="001E2914">
            <w:pPr>
              <w:rPr>
                <w:rFonts w:ascii="Arial" w:hAnsi="Arial" w:cs="Arial"/>
                <w:b/>
              </w:rPr>
            </w:pPr>
            <w:r w:rsidRPr="001E2914">
              <w:rPr>
                <w:rFonts w:ascii="Arial" w:hAnsi="Arial" w:cs="Arial"/>
                <w:b/>
              </w:rPr>
              <w:t>Perform review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Has a review been scheduled according to the SDP?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a meeting been scheduled and allocated with all appropriate attendees invited?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Was review material sent out in a timely fashion?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Was the review performed?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Were review action items addressed in a subsequent review? 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Pr="00C37864" w:rsidRDefault="00C37864">
            <w:pPr>
              <w:rPr>
                <w:rFonts w:ascii="Arial" w:hAnsi="Arial" w:cs="Arial"/>
                <w:b/>
              </w:rPr>
            </w:pPr>
            <w:r w:rsidRPr="00C37864">
              <w:rPr>
                <w:rFonts w:ascii="Arial" w:hAnsi="Arial" w:cs="Arial"/>
                <w:b/>
              </w:rPr>
              <w:t>Exit Transition Criteria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C3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 is complete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C3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 corresponds to source code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C3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 code has been unit tested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C3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Model, source code, test plan, and test results are put into configuration management system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bookmarkStart w:id="2" w:name="_GoBack"/>
        <w:bookmarkEnd w:id="2"/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C378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Source code has been integrated into team build without breaking build</w:t>
            </w: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  <w:tr w:rsidR="001E2914" w:rsidTr="00762FA6">
        <w:tblPrEx>
          <w:tblCellMar>
            <w:top w:w="0" w:type="dxa"/>
            <w:bottom w:w="0" w:type="dxa"/>
          </w:tblCellMar>
        </w:tblPrEx>
        <w:tc>
          <w:tcPr>
            <w:tcW w:w="646" w:type="dxa"/>
          </w:tcPr>
          <w:p w:rsidR="001E2914" w:rsidRDefault="001E29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1337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732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  <w:tc>
          <w:tcPr>
            <w:tcW w:w="3141" w:type="dxa"/>
          </w:tcPr>
          <w:p w:rsidR="001E2914" w:rsidRDefault="001E2914">
            <w:pPr>
              <w:rPr>
                <w:rFonts w:ascii="Arial" w:hAnsi="Arial" w:cs="Arial"/>
              </w:rPr>
            </w:pPr>
          </w:p>
        </w:tc>
      </w:tr>
    </w:tbl>
    <w:p w:rsidR="000902E5" w:rsidRDefault="000902E5">
      <w:pPr>
        <w:rPr>
          <w:rFonts w:ascii="Arial" w:hAnsi="Arial" w:cs="Arial"/>
        </w:rPr>
      </w:pPr>
    </w:p>
    <w:sectPr w:rsidR="000902E5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3B2" w:rsidRDefault="002A63B2">
      <w:r>
        <w:separator/>
      </w:r>
    </w:p>
  </w:endnote>
  <w:endnote w:type="continuationSeparator" w:id="0">
    <w:p w:rsidR="002A63B2" w:rsidRDefault="002A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A63B2">
    <w:pPr>
      <w:pStyle w:val="Header"/>
      <w:rPr>
        <w:sz w:val="16"/>
      </w:rPr>
    </w:pPr>
    <w:r>
      <w:rPr>
        <w:sz w:val="16"/>
      </w:rPr>
      <w:t>Review Checklist</w:t>
    </w:r>
    <w:r>
      <w:rPr>
        <w:sz w:val="16"/>
      </w:rPr>
      <w:tab/>
      <w:t>© IBM 2012</w:t>
    </w:r>
    <w:r>
      <w:rPr>
        <w:sz w:val="16"/>
      </w:rPr>
      <w:tab/>
      <w:t xml:space="preserve">Page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 w:rsidR="00C37864">
      <w:rPr>
        <w:rStyle w:val="PageNumber"/>
        <w:noProof/>
        <w:sz w:val="16"/>
      </w:rPr>
      <w:t>3</w:t>
    </w:r>
    <w:r>
      <w:rPr>
        <w:rStyle w:val="PageNumb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3B2" w:rsidRDefault="002A63B2">
      <w:r>
        <w:separator/>
      </w:r>
    </w:p>
  </w:footnote>
  <w:footnote w:type="continuationSeparator" w:id="0">
    <w:p w:rsidR="002A63B2" w:rsidRDefault="002A6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5"/>
    <w:rsid w:val="000902E5"/>
    <w:rsid w:val="001E2914"/>
    <w:rsid w:val="002A63B2"/>
    <w:rsid w:val="006648AA"/>
    <w:rsid w:val="006819D6"/>
    <w:rsid w:val="00762FA6"/>
    <w:rsid w:val="00C3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ruce\Application%20Data\Microsoft\Templates\Review%20Checklis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4844E-3359-427A-913E-320FD3E0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Review Checklist.dot</Template>
  <TotalTime>33</TotalTime>
  <Pages>5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Product(s) under Review</vt:lpstr>
    </vt:vector>
  </TitlesOfParts>
  <Company/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Product(s) under Review</dc:title>
  <dc:subject/>
  <dc:creator>Bruce Douglass</dc:creator>
  <cp:keywords/>
  <dc:description/>
  <cp:lastModifiedBy>Bruce Douglass</cp:lastModifiedBy>
  <cp:revision>4</cp:revision>
  <dcterms:created xsi:type="dcterms:W3CDTF">2012-09-04T14:32:00Z</dcterms:created>
  <dcterms:modified xsi:type="dcterms:W3CDTF">2012-09-04T15:05:00Z</dcterms:modified>
</cp:coreProperties>
</file>